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D74" w:rsidRDefault="003B7D74" w:rsidP="00636B56">
      <w:proofErr w:type="spellStart"/>
      <w:r>
        <w:t>Ayshen</w:t>
      </w:r>
      <w:proofErr w:type="spellEnd"/>
      <w:r>
        <w:t xml:space="preserve"> </w:t>
      </w:r>
      <w:proofErr w:type="spellStart"/>
      <w:r>
        <w:t>Özelek</w:t>
      </w:r>
      <w:proofErr w:type="spellEnd"/>
    </w:p>
    <w:p w:rsidR="003B7D74" w:rsidRDefault="003B7D74" w:rsidP="003B7D74">
      <w:r>
        <w:t>Friedenstr. 21 · 89231 Neu-Ulm · Deutschland</w:t>
      </w:r>
    </w:p>
    <w:p w:rsidR="003B7D74" w:rsidRDefault="003B7D74" w:rsidP="003B7D74">
      <w:r>
        <w:t>Tel.: +49 731 12345678 · Mobil: +49 153 123456789</w:t>
      </w:r>
    </w:p>
    <w:p w:rsidR="003B7D74" w:rsidRDefault="003B7D74" w:rsidP="003B7D74">
      <w:r>
        <w:t>E-Mail: oezelek@musterweb.de</w:t>
      </w:r>
    </w:p>
    <w:p w:rsidR="004F0647" w:rsidRDefault="004F0647" w:rsidP="003B7D74"/>
    <w:p w:rsidR="00636B56" w:rsidRDefault="00636B56" w:rsidP="003B7D74"/>
    <w:p w:rsidR="00677B33" w:rsidRDefault="00677B33" w:rsidP="003B7D74"/>
    <w:p w:rsidR="00677B33" w:rsidRDefault="00677B33" w:rsidP="003B7D74"/>
    <w:p w:rsidR="004F0647" w:rsidRDefault="004F0647" w:rsidP="003B7D74"/>
    <w:p w:rsidR="003B7D74" w:rsidRDefault="003B7D74" w:rsidP="003B7D74">
      <w:r>
        <w:t>Gutmann Food GmbH</w:t>
      </w:r>
    </w:p>
    <w:p w:rsidR="003B7D74" w:rsidRDefault="003B7D74" w:rsidP="003B7D74">
      <w:r>
        <w:t>Herrn Andreas Kramer</w:t>
      </w:r>
    </w:p>
    <w:p w:rsidR="003B7D74" w:rsidRDefault="003B7D74" w:rsidP="003B7D74">
      <w:r>
        <w:t>Gewerbestraße 25</w:t>
      </w:r>
    </w:p>
    <w:p w:rsidR="003B7D74" w:rsidRDefault="003B7D74" w:rsidP="003B7D74">
      <w:r>
        <w:t>70565 Stuttgart</w:t>
      </w:r>
    </w:p>
    <w:p w:rsidR="004F0647" w:rsidRDefault="004F0647" w:rsidP="003B7D74"/>
    <w:p w:rsidR="004F0647" w:rsidRDefault="004F0647" w:rsidP="003B7D74"/>
    <w:p w:rsidR="003B7D74" w:rsidRDefault="00677B33" w:rsidP="004F0647">
      <w:pPr>
        <w:jc w:val="right"/>
      </w:pPr>
      <w:r>
        <w:t>10.</w:t>
      </w:r>
      <w:r w:rsidR="003B7D74">
        <w:t>2.201</w:t>
      </w:r>
      <w:r w:rsidR="004F0647">
        <w:t>6</w:t>
      </w:r>
    </w:p>
    <w:p w:rsidR="004F0647" w:rsidRDefault="004F0647" w:rsidP="003B7D74"/>
    <w:p w:rsidR="004F0647" w:rsidRDefault="004F0647" w:rsidP="003B7D74"/>
    <w:p w:rsidR="003B7D74" w:rsidRPr="00370185" w:rsidRDefault="003B7D74" w:rsidP="003B7D74">
      <w:pPr>
        <w:rPr>
          <w:b/>
        </w:rPr>
      </w:pPr>
      <w:r w:rsidRPr="00370185">
        <w:rPr>
          <w:b/>
        </w:rPr>
        <w:t xml:space="preserve">Bewerbung auf eine Traineestelle </w:t>
      </w:r>
      <w:proofErr w:type="spellStart"/>
      <w:r w:rsidR="00370185" w:rsidRPr="00370185">
        <w:rPr>
          <w:b/>
        </w:rPr>
        <w:t>Health</w:t>
      </w:r>
      <w:proofErr w:type="spellEnd"/>
      <w:r w:rsidR="00370185" w:rsidRPr="00370185">
        <w:rPr>
          <w:b/>
        </w:rPr>
        <w:t xml:space="preserve"> Care und Life </w:t>
      </w:r>
      <w:proofErr w:type="spellStart"/>
      <w:r w:rsidR="00370185" w:rsidRPr="00370185">
        <w:rPr>
          <w:b/>
        </w:rPr>
        <w:t>Sciences</w:t>
      </w:r>
      <w:proofErr w:type="spellEnd"/>
    </w:p>
    <w:p w:rsidR="003B7D74" w:rsidRPr="00677B33" w:rsidRDefault="003B7D74" w:rsidP="003B7D74">
      <w:pPr>
        <w:rPr>
          <w:b/>
          <w:color w:val="000000" w:themeColor="text1"/>
        </w:rPr>
      </w:pPr>
      <w:r w:rsidRPr="00677B33">
        <w:rPr>
          <w:b/>
          <w:color w:val="000000" w:themeColor="text1"/>
        </w:rPr>
        <w:t xml:space="preserve">Ihr Stellenangebot auf der Online-Jobbörse </w:t>
      </w:r>
      <w:r w:rsidR="00677B33" w:rsidRPr="00F63550">
        <w:rPr>
          <w:b/>
        </w:rPr>
        <w:t>www.monster.de</w:t>
      </w:r>
    </w:p>
    <w:p w:rsidR="00370185" w:rsidRDefault="00370185" w:rsidP="003B7D74"/>
    <w:p w:rsidR="00370185" w:rsidRDefault="00370185" w:rsidP="003B7D74"/>
    <w:p w:rsidR="003B7D74" w:rsidRDefault="003B7D74" w:rsidP="003B7D74">
      <w:r>
        <w:t>Sehr geehrter Herr Kramer,</w:t>
      </w:r>
    </w:p>
    <w:p w:rsidR="00370185" w:rsidRDefault="00370185" w:rsidP="003B7D74"/>
    <w:p w:rsidR="003B7D74" w:rsidRDefault="003B7D74" w:rsidP="003B7D74">
      <w:r>
        <w:t>vielen Dank f</w:t>
      </w:r>
      <w:r w:rsidR="00370185">
        <w:t>ü</w:t>
      </w:r>
      <w:r>
        <w:t>r das freundliche Telefongespräch</w:t>
      </w:r>
      <w:r w:rsidR="00370185">
        <w:t xml:space="preserve"> und die Informationen über die Traineestelle im Bereich</w:t>
      </w:r>
      <w:r>
        <w:t xml:space="preserve"> </w:t>
      </w:r>
      <w:proofErr w:type="spellStart"/>
      <w:r>
        <w:t>Health</w:t>
      </w:r>
      <w:proofErr w:type="spellEnd"/>
      <w:r w:rsidR="00370185">
        <w:t xml:space="preserve"> C</w:t>
      </w:r>
      <w:r>
        <w:t xml:space="preserve">are </w:t>
      </w:r>
      <w:r w:rsidR="00370185">
        <w:t>und</w:t>
      </w:r>
      <w:r>
        <w:t xml:space="preserve"> Life </w:t>
      </w:r>
      <w:proofErr w:type="spellStart"/>
      <w:r>
        <w:t>Science</w:t>
      </w:r>
      <w:r w:rsidR="00370185">
        <w:t>s</w:t>
      </w:r>
      <w:proofErr w:type="spellEnd"/>
      <w:r w:rsidR="00370185">
        <w:t>. Die beschriebenen Aufgaben reizen</w:t>
      </w:r>
      <w:r>
        <w:t xml:space="preserve"> mich sehr. Gern möchte ich f</w:t>
      </w:r>
      <w:r w:rsidR="00370185">
        <w:t>ü</w:t>
      </w:r>
      <w:r>
        <w:t>r ein renommiertes</w:t>
      </w:r>
      <w:r w:rsidR="00370185">
        <w:t xml:space="preserve"> </w:t>
      </w:r>
      <w:r>
        <w:t xml:space="preserve">und weltweit bekanntes Unternehmen wie Ihres arbeiten und zum </w:t>
      </w:r>
      <w:r w:rsidR="00370185">
        <w:t>Unternehmense</w:t>
      </w:r>
      <w:r>
        <w:t>rfolg beitragen.</w:t>
      </w:r>
    </w:p>
    <w:p w:rsidR="00370185" w:rsidRDefault="00370185" w:rsidP="003B7D74"/>
    <w:p w:rsidR="003B7D74" w:rsidRDefault="003B7D74" w:rsidP="003B7D74">
      <w:r>
        <w:t xml:space="preserve">Ich bin 28 Jahre alt und stehe kurz vor dem Abschluss meines </w:t>
      </w:r>
      <w:r w:rsidR="00370185">
        <w:t>Masters</w:t>
      </w:r>
      <w:r>
        <w:t>tudiums der Ernährung</w:t>
      </w:r>
      <w:r>
        <w:t>s</w:t>
      </w:r>
      <w:r>
        <w:t>wissenschaften.</w:t>
      </w:r>
      <w:r w:rsidR="00370185">
        <w:t xml:space="preserve"> </w:t>
      </w:r>
      <w:r>
        <w:t xml:space="preserve">Besonders interessiert mich </w:t>
      </w:r>
      <w:r w:rsidR="00370185">
        <w:t>das Gebiet der</w:t>
      </w:r>
      <w:r>
        <w:t xml:space="preserve"> „</w:t>
      </w:r>
      <w:proofErr w:type="spellStart"/>
      <w:r>
        <w:t>Health</w:t>
      </w:r>
      <w:proofErr w:type="spellEnd"/>
      <w:r>
        <w:t xml:space="preserve"> Food“. Meine Abschluss</w:t>
      </w:r>
      <w:r w:rsidR="00677B33">
        <w:t>-</w:t>
      </w:r>
      <w:r>
        <w:t>arbeit habe ich</w:t>
      </w:r>
      <w:r w:rsidR="00370185">
        <w:t xml:space="preserve"> ü</w:t>
      </w:r>
      <w:r>
        <w:t xml:space="preserve">ber Vermarktungsstrategien in diesem Bereich geschrieben. Auch in </w:t>
      </w:r>
      <w:proofErr w:type="spellStart"/>
      <w:r>
        <w:t>quanti</w:t>
      </w:r>
      <w:r w:rsidR="00677B33">
        <w:t>-</w:t>
      </w:r>
      <w:r>
        <w:t>tativen</w:t>
      </w:r>
      <w:proofErr w:type="spellEnd"/>
      <w:r>
        <w:t xml:space="preserve"> Forschungsmethoden</w:t>
      </w:r>
      <w:r w:rsidR="00370185">
        <w:t xml:space="preserve"> </w:t>
      </w:r>
      <w:r>
        <w:t xml:space="preserve">kenne ich mich gut aus – in einem Laborpraktikum bei einem </w:t>
      </w:r>
      <w:r w:rsidR="00677B33">
        <w:br/>
      </w:r>
      <w:r>
        <w:t>Nahrungsmittelkonzern</w:t>
      </w:r>
      <w:r w:rsidR="00370185">
        <w:t xml:space="preserve"> </w:t>
      </w:r>
      <w:r>
        <w:t xml:space="preserve">in Kanada habe ich entsprechende Kenntnisse erworben. Zugleich </w:t>
      </w:r>
      <w:r w:rsidR="00677B33">
        <w:br/>
      </w:r>
      <w:r>
        <w:t>konnte ich unter anderem dort</w:t>
      </w:r>
      <w:r w:rsidR="00370185">
        <w:t xml:space="preserve"> </w:t>
      </w:r>
      <w:r>
        <w:t>meine Teamfähigkeit und meine Eigeninitiative beweisen.</w:t>
      </w:r>
    </w:p>
    <w:p w:rsidR="00370185" w:rsidRDefault="00370185" w:rsidP="003B7D74"/>
    <w:p w:rsidR="003B7D74" w:rsidRDefault="003B7D74" w:rsidP="003B7D74">
      <w:r>
        <w:t>Ich bin deutsche Staatsb</w:t>
      </w:r>
      <w:r w:rsidR="00370185">
        <w:t>ü</w:t>
      </w:r>
      <w:r>
        <w:t>rgerin. Deutsch und T</w:t>
      </w:r>
      <w:r w:rsidR="00370185">
        <w:t>ü</w:t>
      </w:r>
      <w:r>
        <w:t xml:space="preserve">rkisch sind meine Muttersprachen, Englisch </w:t>
      </w:r>
      <w:r w:rsidR="00677B33">
        <w:br/>
      </w:r>
      <w:r>
        <w:t>und</w:t>
      </w:r>
      <w:r w:rsidR="00370185">
        <w:t xml:space="preserve"> </w:t>
      </w:r>
      <w:r>
        <w:t xml:space="preserve">Französisch spreche ich fließend. Können Sie sich vorstellen, mich als Trainee in Ihrem </w:t>
      </w:r>
      <w:r w:rsidR="00677B33">
        <w:br/>
      </w:r>
      <w:r>
        <w:t>Unternehmen</w:t>
      </w:r>
      <w:r w:rsidR="00370185">
        <w:t xml:space="preserve"> </w:t>
      </w:r>
      <w:r>
        <w:t xml:space="preserve">einzusetzen? Über eine Einladung zum persönlichen Gespräch freue ich mich </w:t>
      </w:r>
      <w:r w:rsidR="00677B33">
        <w:br/>
      </w:r>
      <w:r>
        <w:t>sehr.</w:t>
      </w:r>
    </w:p>
    <w:p w:rsidR="00370185" w:rsidRDefault="00370185" w:rsidP="003B7D74"/>
    <w:p w:rsidR="003B7D74" w:rsidRDefault="003B7D74" w:rsidP="003B7D74">
      <w:r>
        <w:t>Beste Gr</w:t>
      </w:r>
      <w:r w:rsidR="00370185">
        <w:t>üß</w:t>
      </w:r>
      <w:r>
        <w:t>e nach Stuttgart</w:t>
      </w:r>
    </w:p>
    <w:p w:rsidR="00677B33" w:rsidRDefault="00677B33" w:rsidP="003B7D74"/>
    <w:p w:rsidR="004F0647" w:rsidRPr="00422FE0" w:rsidRDefault="003B7D74" w:rsidP="00370185">
      <w:pPr>
        <w:pStyle w:val="UnterschriftName"/>
        <w:rPr>
          <w:rFonts w:ascii="Lucida Handwriting" w:hAnsi="Lucida Handwriting"/>
        </w:rPr>
      </w:pPr>
      <w:bookmarkStart w:id="0" w:name="_GoBack"/>
      <w:proofErr w:type="spellStart"/>
      <w:r w:rsidRPr="00422FE0">
        <w:rPr>
          <w:rFonts w:ascii="Lucida Handwriting" w:hAnsi="Lucida Handwriting"/>
        </w:rPr>
        <w:t>Ayshen</w:t>
      </w:r>
      <w:proofErr w:type="spellEnd"/>
      <w:r w:rsidRPr="00422FE0">
        <w:rPr>
          <w:rFonts w:ascii="Lucida Handwriting" w:hAnsi="Lucida Handwriting"/>
        </w:rPr>
        <w:t xml:space="preserve"> </w:t>
      </w:r>
      <w:proofErr w:type="spellStart"/>
      <w:r w:rsidRPr="00422FE0">
        <w:rPr>
          <w:rFonts w:ascii="Lucida Handwriting" w:hAnsi="Lucida Handwriting"/>
        </w:rPr>
        <w:t>Özelek</w:t>
      </w:r>
      <w:bookmarkEnd w:id="0"/>
      <w:proofErr w:type="spellEnd"/>
    </w:p>
    <w:sectPr w:rsidR="004F0647" w:rsidRPr="00422FE0" w:rsidSect="00636B56">
      <w:pgSz w:w="11900" w:h="16840"/>
      <w:pgMar w:top="1134" w:right="1134" w:bottom="1134" w:left="136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Handwriting Italic">
    <w:altName w:val="Arabic Typesetting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A479D8"/>
    <w:rsid w:val="00370185"/>
    <w:rsid w:val="003B7D74"/>
    <w:rsid w:val="00422FE0"/>
    <w:rsid w:val="004F0647"/>
    <w:rsid w:val="004F4075"/>
    <w:rsid w:val="00636B56"/>
    <w:rsid w:val="00677B33"/>
    <w:rsid w:val="00770743"/>
    <w:rsid w:val="008D2E71"/>
    <w:rsid w:val="008D76FD"/>
    <w:rsid w:val="00921F7B"/>
    <w:rsid w:val="00A479D8"/>
    <w:rsid w:val="00AE72C8"/>
    <w:rsid w:val="00E37989"/>
    <w:rsid w:val="00F635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36B56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4F4075"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36B56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Calibri"/>
    <w:qFormat/>
    <w:rsid w:val="00636B56"/>
    <w:pPr>
      <w:spacing w:line="310" w:lineRule="exact"/>
    </w:pPr>
    <w:rPr>
      <w:rFonts w:ascii="Calibri" w:hAnsi="Calibri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customStyle="1" w:styleId="Methode">
    <w:name w:val="Methode"/>
    <w:qFormat/>
    <w:rsid w:val="00AE72C8"/>
    <w:rPr>
      <w:rFonts w:ascii="Times New Roman" w:hAnsi="Times New Roman"/>
      <w:sz w:val="28"/>
      <w:szCs w:val="24"/>
    </w:rPr>
  </w:style>
  <w:style w:type="paragraph" w:customStyle="1" w:styleId="KeinAbsatzformat">
    <w:name w:val="[Kein Absatzformat]"/>
    <w:rsid w:val="00A479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70185"/>
    <w:rPr>
      <w:color w:val="0000FF" w:themeColor="hyperlink"/>
      <w:u w:val="single"/>
    </w:rPr>
  </w:style>
  <w:style w:type="paragraph" w:customStyle="1" w:styleId="UnterschriftName">
    <w:name w:val="Unterschrift Name"/>
    <w:basedOn w:val="Standard"/>
    <w:qFormat/>
    <w:rsid w:val="00636B56"/>
    <w:pPr>
      <w:spacing w:before="120"/>
    </w:pPr>
    <w:rPr>
      <w:rFonts w:ascii="Lucida Handwriting Italic" w:hAnsi="Lucida Handwriting Ital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178F8A2D</Template>
  <TotalTime>0</TotalTime>
  <Pages>1</Pages>
  <Words>210</Words>
  <Characters>1330</Characters>
  <Application>Microsoft Office Word</Application>
  <DocSecurity>0</DocSecurity>
  <Lines>11</Lines>
  <Paragraphs>3</Paragraphs>
  <ScaleCrop>false</ScaleCrop>
  <Company>F G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von Laffert, Juliane</cp:lastModifiedBy>
  <cp:revision>5</cp:revision>
  <cp:lastPrinted>2015-11-10T09:31:00Z</cp:lastPrinted>
  <dcterms:created xsi:type="dcterms:W3CDTF">2015-11-10T09:31:00Z</dcterms:created>
  <dcterms:modified xsi:type="dcterms:W3CDTF">2016-02-02T08:00:00Z</dcterms:modified>
</cp:coreProperties>
</file>